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A0250E" w14:textId="77777777" w:rsidR="00962B65" w:rsidRPr="00962B65" w:rsidRDefault="00962B65" w:rsidP="00962B65">
      <w:pPr>
        <w:ind w:left="4536"/>
        <w:rPr>
          <w:rFonts w:ascii="Calibri" w:hAnsi="Calibri"/>
          <w:b/>
        </w:rPr>
      </w:pPr>
      <w:r w:rsidRPr="00962B65">
        <w:rPr>
          <w:rFonts w:ascii="Calibri" w:hAnsi="Calibri"/>
          <w:b/>
        </w:rPr>
        <w:t>Pan</w:t>
      </w:r>
    </w:p>
    <w:p w14:paraId="11A0250F" w14:textId="77777777" w:rsidR="00962B65" w:rsidRPr="00962B65" w:rsidRDefault="005B3FB7" w:rsidP="00962B65">
      <w:pPr>
        <w:ind w:left="4536"/>
        <w:rPr>
          <w:rFonts w:ascii="Calibri" w:hAnsi="Calibri"/>
          <w:b/>
        </w:rPr>
      </w:pPr>
      <w:r>
        <w:rPr>
          <w:rFonts w:ascii="Calibri" w:hAnsi="Calibri"/>
          <w:b/>
        </w:rPr>
        <w:t>Jacek Paziewski</w:t>
      </w:r>
    </w:p>
    <w:p w14:paraId="11A02510" w14:textId="77777777" w:rsidR="005B3FB7" w:rsidRDefault="00962B65" w:rsidP="005B3FB7">
      <w:pPr>
        <w:ind w:left="4536"/>
        <w:rPr>
          <w:rFonts w:ascii="Calibri" w:hAnsi="Calibri"/>
          <w:b/>
        </w:rPr>
      </w:pPr>
      <w:r w:rsidRPr="00962B65">
        <w:rPr>
          <w:rFonts w:ascii="Calibri" w:hAnsi="Calibri"/>
          <w:b/>
        </w:rPr>
        <w:t xml:space="preserve">Sekretarz </w:t>
      </w:r>
    </w:p>
    <w:p w14:paraId="259430FD" w14:textId="77777777" w:rsidR="00DB3601" w:rsidRDefault="00962B65" w:rsidP="005B3FB7">
      <w:pPr>
        <w:ind w:left="4536"/>
        <w:rPr>
          <w:rFonts w:ascii="Calibri" w:hAnsi="Calibri"/>
          <w:b/>
        </w:rPr>
      </w:pPr>
      <w:r w:rsidRPr="00962B65">
        <w:rPr>
          <w:rFonts w:ascii="Calibri" w:hAnsi="Calibri"/>
          <w:b/>
        </w:rPr>
        <w:t>Komi</w:t>
      </w:r>
      <w:r w:rsidR="005B3FB7">
        <w:rPr>
          <w:rFonts w:ascii="Calibri" w:hAnsi="Calibri"/>
          <w:b/>
        </w:rPr>
        <w:t>tetu Rady Ministrów</w:t>
      </w:r>
    </w:p>
    <w:p w14:paraId="11A02511" w14:textId="3B2B82E4" w:rsidR="005B3FB7" w:rsidRDefault="005B3FB7" w:rsidP="005B3FB7">
      <w:pPr>
        <w:ind w:left="4536"/>
        <w:rPr>
          <w:rFonts w:ascii="Calibri" w:hAnsi="Calibri"/>
          <w:b/>
        </w:rPr>
      </w:pPr>
      <w:r>
        <w:rPr>
          <w:rFonts w:ascii="Calibri" w:hAnsi="Calibri"/>
          <w:b/>
        </w:rPr>
        <w:t>do spraw Cyfryzacji</w:t>
      </w:r>
    </w:p>
    <w:p w14:paraId="58B1F281" w14:textId="77777777" w:rsidR="00E738E3" w:rsidRPr="005041EE" w:rsidRDefault="00E738E3" w:rsidP="005041EE">
      <w:pPr>
        <w:spacing w:before="600" w:after="120"/>
        <w:rPr>
          <w:rFonts w:asciiTheme="minorHAnsi" w:eastAsiaTheme="minorHAnsi" w:hAnsiTheme="minorHAnsi" w:cstheme="minorBidi"/>
          <w:i/>
          <w:iCs/>
          <w:lang w:eastAsia="en-US"/>
        </w:rPr>
      </w:pPr>
      <w:r w:rsidRPr="005041EE">
        <w:rPr>
          <w:rFonts w:asciiTheme="minorHAnsi" w:eastAsiaTheme="minorHAnsi" w:hAnsiTheme="minorHAnsi" w:cstheme="minorBidi"/>
          <w:i/>
          <w:iCs/>
          <w:lang w:eastAsia="en-US"/>
        </w:rPr>
        <w:t>Szanowny Panie Sekretarzu,</w:t>
      </w:r>
    </w:p>
    <w:p w14:paraId="3DB11D80" w14:textId="2F23AB19" w:rsidR="00E738E3" w:rsidRPr="005041EE" w:rsidRDefault="00E738E3" w:rsidP="00E738E3">
      <w:pPr>
        <w:spacing w:after="160" w:line="259" w:lineRule="auto"/>
        <w:rPr>
          <w:rFonts w:asciiTheme="minorHAnsi" w:eastAsiaTheme="minorHAnsi" w:hAnsiTheme="minorHAnsi" w:cstheme="minorBidi"/>
          <w:iCs/>
          <w:lang w:eastAsia="en-US"/>
        </w:rPr>
      </w:pPr>
      <w:r w:rsidRPr="005041EE">
        <w:rPr>
          <w:rFonts w:asciiTheme="minorHAnsi" w:eastAsiaTheme="minorHAnsi" w:hAnsiTheme="minorHAnsi" w:cstheme="minorBidi"/>
          <w:iCs/>
          <w:lang w:eastAsia="en-US"/>
        </w:rPr>
        <w:t xml:space="preserve">nawiązując do uwag zgłoszonych do projektu </w:t>
      </w:r>
      <w:r w:rsidRPr="005041EE">
        <w:rPr>
          <w:rFonts w:asciiTheme="minorHAnsi" w:eastAsiaTheme="minorHAnsi" w:hAnsiTheme="minorHAnsi" w:cstheme="minorBidi"/>
          <w:b/>
          <w:bCs/>
          <w:iCs/>
          <w:lang w:eastAsia="en-US"/>
        </w:rPr>
        <w:t>ustawy o zmianie ustawy o dowodach osobistych, ustawy o ewidencji ludności oraz ustawy – Prawo o aktach stanu cywilnego (UD 203)</w:t>
      </w:r>
      <w:r w:rsidR="005F29C5" w:rsidRPr="005041EE">
        <w:rPr>
          <w:rFonts w:asciiTheme="minorHAnsi" w:eastAsiaTheme="minorHAnsi" w:hAnsiTheme="minorHAnsi" w:cstheme="minorBidi"/>
          <w:bCs/>
          <w:iCs/>
          <w:lang w:eastAsia="en-US"/>
        </w:rPr>
        <w:t>,</w:t>
      </w:r>
      <w:r w:rsidRPr="005041EE">
        <w:rPr>
          <w:rFonts w:asciiTheme="minorHAnsi" w:eastAsiaTheme="minorHAnsi" w:hAnsiTheme="minorHAnsi" w:cstheme="minorBidi"/>
          <w:bCs/>
          <w:iCs/>
          <w:lang w:eastAsia="en-US"/>
        </w:rPr>
        <w:t xml:space="preserve"> </w:t>
      </w:r>
      <w:r w:rsidRPr="005041EE">
        <w:rPr>
          <w:rFonts w:asciiTheme="minorHAnsi" w:eastAsiaTheme="minorHAnsi" w:hAnsiTheme="minorHAnsi" w:cstheme="minorBidi"/>
          <w:iCs/>
          <w:lang w:eastAsia="en-US"/>
        </w:rPr>
        <w:t xml:space="preserve">w załączeniu przekazuję tabelę zawierającą stanowisko </w:t>
      </w:r>
      <w:r w:rsidR="005041EE">
        <w:rPr>
          <w:rFonts w:asciiTheme="minorHAnsi" w:eastAsiaTheme="minorHAnsi" w:hAnsiTheme="minorHAnsi" w:cstheme="minorBidi"/>
          <w:iCs/>
          <w:lang w:eastAsia="en-US"/>
        </w:rPr>
        <w:t>wobec zgłoszonych uwag.</w:t>
      </w:r>
      <w:bookmarkStart w:id="0" w:name="_GoBack"/>
      <w:bookmarkEnd w:id="0"/>
    </w:p>
    <w:p w14:paraId="11A0251B" w14:textId="77777777" w:rsidR="004A1DE4" w:rsidRDefault="00745DFB" w:rsidP="00981A1B">
      <w:pPr>
        <w:spacing w:before="480" w:after="120"/>
        <w:ind w:left="4536"/>
        <w:jc w:val="center"/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>Z poważaniem,</w:t>
      </w:r>
    </w:p>
    <w:p w14:paraId="11A0251C" w14:textId="77777777" w:rsidR="00F532D8" w:rsidRDefault="00745DFB" w:rsidP="00981A1B">
      <w:pPr>
        <w:ind w:left="4536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z up. Marek Zagórski</w:t>
      </w:r>
    </w:p>
    <w:p w14:paraId="11A0251D" w14:textId="77777777" w:rsidR="00F532D8" w:rsidRDefault="00745DFB" w:rsidP="00981A1B">
      <w:pPr>
        <w:ind w:left="4536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Sekretarz Stanu</w:t>
      </w:r>
    </w:p>
    <w:p w14:paraId="11A0251E" w14:textId="77777777" w:rsidR="00F532D8" w:rsidRDefault="00745DFB" w:rsidP="00981A1B">
      <w:pPr>
        <w:spacing w:after="120"/>
        <w:ind w:left="4536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w Kancelarii Prezesa Rady Ministrów</w:t>
      </w:r>
    </w:p>
    <w:p w14:paraId="11A0251F" w14:textId="77777777" w:rsidR="00B30905" w:rsidRDefault="00745DFB" w:rsidP="00981A1B">
      <w:pPr>
        <w:ind w:left="4536"/>
        <w:jc w:val="center"/>
        <w:rPr>
          <w:rFonts w:ascii="Calibri" w:hAnsi="Calibri" w:cs="Calibri"/>
          <w:i/>
          <w:sz w:val="20"/>
          <w:szCs w:val="20"/>
        </w:rPr>
      </w:pPr>
      <w:r>
        <w:rPr>
          <w:rFonts w:ascii="Calibri" w:hAnsi="Calibri" w:cs="Calibri"/>
          <w:i/>
          <w:sz w:val="20"/>
          <w:szCs w:val="20"/>
        </w:rPr>
        <w:t>/podpisano kwalifikowanym podpisem elektronicznym/</w:t>
      </w:r>
    </w:p>
    <w:sectPr w:rsidR="00B30905" w:rsidSect="004633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344EEB" w14:textId="77777777" w:rsidR="00F570E6" w:rsidRDefault="00F570E6">
      <w:r>
        <w:separator/>
      </w:r>
    </w:p>
  </w:endnote>
  <w:endnote w:type="continuationSeparator" w:id="0">
    <w:p w14:paraId="456E7134" w14:textId="77777777" w:rsidR="00F570E6" w:rsidRDefault="00F570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3AA717" w14:textId="77777777" w:rsidR="00463B57" w:rsidRDefault="00463B5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A02524" w14:textId="77777777" w:rsidR="005E753F" w:rsidRDefault="00745DFB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11A02529" wp14:editId="11A0252A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1A02535" w14:textId="77777777" w:rsidR="005E753F" w:rsidRDefault="00745DFB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00-060 Warszawa, tel. +48 (22) 245 59 21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1A02529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" stroked="f">
              <v:textbox>
                <w:txbxContent>
                  <w:p w14:paraId="11A02535" w14:textId="77777777" w:rsidR="005E753F" w:rsidRDefault="00745DFB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proofErr w:type="gramStart"/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</w:t>
                    </w:r>
                    <w:proofErr w:type="gramEnd"/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. Królewska 27; 00-060 Warszawa, tel. +48 (22) 245 59 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11A0252B" wp14:editId="11A0252C">
          <wp:extent cx="5400040" cy="961390"/>
          <wp:effectExtent l="0" t="0" r="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A02528" w14:textId="77777777" w:rsidR="00AE7731" w:rsidRDefault="00745DFB">
    <w:pPr>
      <w:pStyle w:val="Stopka"/>
    </w:pPr>
    <w:r w:rsidRPr="00AE7731">
      <w:rPr>
        <w:noProof/>
      </w:rPr>
      <w:drawing>
        <wp:anchor distT="0" distB="0" distL="114300" distR="114300" simplePos="0" relativeHeight="251662336" behindDoc="1" locked="0" layoutInCell="1" allowOverlap="1" wp14:anchorId="11A02533" wp14:editId="11A02534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11" name="Obraz 11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DEF76E" w14:textId="77777777" w:rsidR="00F570E6" w:rsidRDefault="00F570E6">
      <w:r>
        <w:separator/>
      </w:r>
    </w:p>
  </w:footnote>
  <w:footnote w:type="continuationSeparator" w:id="0">
    <w:p w14:paraId="69603D40" w14:textId="77777777" w:rsidR="00F570E6" w:rsidRDefault="00F570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6C0E10" w14:textId="77777777" w:rsidR="00463B57" w:rsidRDefault="00463B5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11DD8E" w14:textId="77777777" w:rsidR="00463B57" w:rsidRDefault="00463B5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A02525" w14:textId="77777777" w:rsidR="007018D3" w:rsidRDefault="00F570E6" w:rsidP="007018D3">
    <w:pPr>
      <w:pStyle w:val="Nagwek"/>
      <w:jc w:val="right"/>
    </w:pPr>
  </w:p>
  <w:p w14:paraId="11A02526" w14:textId="77777777" w:rsidR="007018D3" w:rsidRDefault="00F570E6" w:rsidP="007018D3">
    <w:pPr>
      <w:pStyle w:val="Nagwek"/>
      <w:jc w:val="right"/>
    </w:pPr>
  </w:p>
  <w:p w14:paraId="11A02527" w14:textId="4B28DDB8" w:rsidR="004633D0" w:rsidRPr="00981A1B" w:rsidRDefault="00745DFB" w:rsidP="00404F0E">
    <w:pPr>
      <w:pStyle w:val="Nagwek"/>
      <w:jc w:val="right"/>
      <w:rPr>
        <w:rFonts w:asciiTheme="minorHAnsi" w:hAnsiTheme="minorHAnsi" w:cstheme="minorHAnsi"/>
      </w:rPr>
    </w:pPr>
    <w:r w:rsidRPr="00981A1B">
      <w:rPr>
        <w:rFonts w:asciiTheme="minorHAnsi" w:hAnsiTheme="minorHAnsi" w:cstheme="minorHAnsi"/>
        <w:noProof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11A0252D" wp14:editId="11A0252E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766824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76682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1A02537" w14:textId="62498A29" w:rsidR="00817338" w:rsidRPr="00DA3527" w:rsidRDefault="00BF2A42" w:rsidP="00BF2A42">
                          <w:pPr>
                            <w:ind w:left="708"/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  <w:r w:rsidRPr="00BF2A42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DRC.WLA.0610.2.2021</w:t>
                          </w:r>
                        </w:p>
                      </w:txbxContent>
                    </wps:txbx>
                    <wps:bodyPr rot="0" vert="horz" wrap="square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1A0252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39.1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" strokecolor="white [3212]">
              <v:textbox style="mso-fit-shape-to-text:t">
                <w:txbxContent>
                  <w:p w14:paraId="11A02537" w14:textId="62498A29" w:rsidR="00817338" w:rsidRPr="00DA3527" w:rsidRDefault="00BF2A42" w:rsidP="00BF2A42">
                    <w:pPr>
                      <w:ind w:left="708"/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  <w:r w:rsidRPr="00BF2A42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DRC.WLA.0610.2.2021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Pr="00981A1B">
      <w:rPr>
        <w:rFonts w:asciiTheme="minorHAnsi" w:hAnsiTheme="minorHAnsi" w:cstheme="minorHAnsi"/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1A0252F" wp14:editId="11A02530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1A02538" w14:textId="77777777" w:rsidR="007018D3" w:rsidRPr="00495DA1" w:rsidRDefault="00745DFB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Mateusz Morawiecki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1A0252F" id="_x0000_s1028" type="#_x0000_t202" style="position:absolute;left:0;text-align:left;margin-left:-12.6pt;margin-top:109.65pt;width:219.75pt;height:24.3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" stroked="f">
              <v:textbox>
                <w:txbxContent>
                  <w:p w14:paraId="11A02538" w14:textId="77777777" w:rsidR="007018D3" w:rsidRPr="00495DA1" w:rsidRDefault="00745DFB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Mateusz 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Pr="00981A1B">
      <w:rPr>
        <w:rFonts w:asciiTheme="minorHAnsi" w:hAnsiTheme="minorHAnsi" w:cstheme="minorHAnsi"/>
        <w:noProof/>
      </w:rPr>
      <w:drawing>
        <wp:anchor distT="0" distB="0" distL="114300" distR="114300" simplePos="0" relativeHeight="251663360" behindDoc="0" locked="0" layoutInCell="1" allowOverlap="1" wp14:anchorId="11A02531" wp14:editId="11A02532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0" name="Obraz 10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81A1B">
      <w:rPr>
        <w:rFonts w:asciiTheme="minorHAnsi" w:hAnsiTheme="minorHAnsi" w:cstheme="minorHAnsi"/>
      </w:rPr>
      <w:t xml:space="preserve">Warszawa, dnia </w:t>
    </w:r>
    <w:bookmarkStart w:id="1" w:name="ezdDataPodpisu"/>
    <w:r w:rsidR="00981A1B" w:rsidRPr="00981A1B">
      <w:rPr>
        <w:rFonts w:asciiTheme="minorHAnsi" w:hAnsiTheme="minorHAnsi" w:cstheme="minorHAnsi"/>
      </w:rPr>
      <w:t xml:space="preserve"> maja </w:t>
    </w:r>
    <w:r w:rsidRPr="00981A1B">
      <w:rPr>
        <w:rFonts w:asciiTheme="minorHAnsi" w:hAnsiTheme="minorHAnsi" w:cstheme="minorHAnsi"/>
      </w:rPr>
      <w:t>202</w:t>
    </w:r>
    <w:bookmarkEnd w:id="1"/>
    <w:r w:rsidR="00817338" w:rsidRPr="00981A1B">
      <w:rPr>
        <w:rFonts w:asciiTheme="minorHAnsi" w:hAnsiTheme="minorHAnsi" w:cstheme="minorHAnsi"/>
      </w:rPr>
      <w:t>1</w:t>
    </w:r>
    <w:r w:rsidRPr="00981A1B">
      <w:rPr>
        <w:rFonts w:asciiTheme="minorHAnsi" w:hAnsiTheme="minorHAnsi" w:cstheme="minorHAnsi"/>
      </w:rPr>
      <w:t xml:space="preserve"> 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D1215BB"/>
    <w:multiLevelType w:val="hybridMultilevel"/>
    <w:tmpl w:val="CE8EA9E4"/>
    <w:lvl w:ilvl="0" w:tplc="610C6D88">
      <w:start w:val="1"/>
      <w:numFmt w:val="decimal"/>
      <w:lvlText w:val="%1)"/>
      <w:lvlJc w:val="left"/>
      <w:pPr>
        <w:ind w:left="773" w:hanging="360"/>
      </w:pPr>
    </w:lvl>
    <w:lvl w:ilvl="1" w:tplc="6CB25D40">
      <w:start w:val="1"/>
      <w:numFmt w:val="lowerLetter"/>
      <w:lvlText w:val="%2."/>
      <w:lvlJc w:val="left"/>
      <w:pPr>
        <w:ind w:left="1493" w:hanging="360"/>
      </w:pPr>
    </w:lvl>
    <w:lvl w:ilvl="2" w:tplc="BDCCF4C4">
      <w:start w:val="1"/>
      <w:numFmt w:val="lowerRoman"/>
      <w:lvlText w:val="%3."/>
      <w:lvlJc w:val="right"/>
      <w:pPr>
        <w:ind w:left="2213" w:hanging="180"/>
      </w:pPr>
    </w:lvl>
    <w:lvl w:ilvl="3" w:tplc="97840F66">
      <w:start w:val="1"/>
      <w:numFmt w:val="decimal"/>
      <w:lvlText w:val="%4."/>
      <w:lvlJc w:val="left"/>
      <w:pPr>
        <w:ind w:left="2933" w:hanging="360"/>
      </w:pPr>
    </w:lvl>
    <w:lvl w:ilvl="4" w:tplc="1794F836">
      <w:start w:val="1"/>
      <w:numFmt w:val="lowerLetter"/>
      <w:lvlText w:val="%5."/>
      <w:lvlJc w:val="left"/>
      <w:pPr>
        <w:ind w:left="3653" w:hanging="360"/>
      </w:pPr>
    </w:lvl>
    <w:lvl w:ilvl="5" w:tplc="D370F954">
      <w:start w:val="1"/>
      <w:numFmt w:val="lowerRoman"/>
      <w:lvlText w:val="%6."/>
      <w:lvlJc w:val="right"/>
      <w:pPr>
        <w:ind w:left="4373" w:hanging="180"/>
      </w:pPr>
    </w:lvl>
    <w:lvl w:ilvl="6" w:tplc="A0009CCE">
      <w:start w:val="1"/>
      <w:numFmt w:val="decimal"/>
      <w:lvlText w:val="%7."/>
      <w:lvlJc w:val="left"/>
      <w:pPr>
        <w:ind w:left="5093" w:hanging="360"/>
      </w:pPr>
    </w:lvl>
    <w:lvl w:ilvl="7" w:tplc="2C38DEB2">
      <w:start w:val="1"/>
      <w:numFmt w:val="lowerLetter"/>
      <w:lvlText w:val="%8."/>
      <w:lvlJc w:val="left"/>
      <w:pPr>
        <w:ind w:left="5813" w:hanging="360"/>
      </w:pPr>
    </w:lvl>
    <w:lvl w:ilvl="8" w:tplc="E842BEE6">
      <w:start w:val="1"/>
      <w:numFmt w:val="lowerRoman"/>
      <w:lvlText w:val="%9."/>
      <w:lvlJc w:val="right"/>
      <w:pPr>
        <w:ind w:left="6533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C17"/>
    <w:rsid w:val="00000CF2"/>
    <w:rsid w:val="00003327"/>
    <w:rsid w:val="000253D6"/>
    <w:rsid w:val="000F7196"/>
    <w:rsid w:val="000F71DF"/>
    <w:rsid w:val="00102A45"/>
    <w:rsid w:val="0011224A"/>
    <w:rsid w:val="00153B0D"/>
    <w:rsid w:val="001C007C"/>
    <w:rsid w:val="0032145A"/>
    <w:rsid w:val="00367FA0"/>
    <w:rsid w:val="003807DF"/>
    <w:rsid w:val="003E3152"/>
    <w:rsid w:val="003F0A1B"/>
    <w:rsid w:val="004117E0"/>
    <w:rsid w:val="00431C62"/>
    <w:rsid w:val="00462220"/>
    <w:rsid w:val="00463B57"/>
    <w:rsid w:val="004D7ED1"/>
    <w:rsid w:val="005041EE"/>
    <w:rsid w:val="00511BE3"/>
    <w:rsid w:val="005A1832"/>
    <w:rsid w:val="005B3FB7"/>
    <w:rsid w:val="005F29C5"/>
    <w:rsid w:val="00636E73"/>
    <w:rsid w:val="007016D5"/>
    <w:rsid w:val="00745DFB"/>
    <w:rsid w:val="00787699"/>
    <w:rsid w:val="00797A5E"/>
    <w:rsid w:val="007A78FD"/>
    <w:rsid w:val="00807146"/>
    <w:rsid w:val="00817338"/>
    <w:rsid w:val="00847FBF"/>
    <w:rsid w:val="00870825"/>
    <w:rsid w:val="00877773"/>
    <w:rsid w:val="008824D2"/>
    <w:rsid w:val="0091021D"/>
    <w:rsid w:val="00962B65"/>
    <w:rsid w:val="00981A1B"/>
    <w:rsid w:val="00AC42FE"/>
    <w:rsid w:val="00AF5687"/>
    <w:rsid w:val="00B01F59"/>
    <w:rsid w:val="00B10901"/>
    <w:rsid w:val="00B146CF"/>
    <w:rsid w:val="00BB7577"/>
    <w:rsid w:val="00BF2A42"/>
    <w:rsid w:val="00C21B97"/>
    <w:rsid w:val="00D15731"/>
    <w:rsid w:val="00D70A3B"/>
    <w:rsid w:val="00D725C8"/>
    <w:rsid w:val="00D81C17"/>
    <w:rsid w:val="00D97C65"/>
    <w:rsid w:val="00DB3601"/>
    <w:rsid w:val="00E0213B"/>
    <w:rsid w:val="00E13C2D"/>
    <w:rsid w:val="00E278D8"/>
    <w:rsid w:val="00E64591"/>
    <w:rsid w:val="00E738E3"/>
    <w:rsid w:val="00F47417"/>
    <w:rsid w:val="00F53B87"/>
    <w:rsid w:val="00F570E6"/>
    <w:rsid w:val="00F875D6"/>
    <w:rsid w:val="00FC6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1A0250E"/>
  <w15:docId w15:val="{A62BD50D-9DAD-4F71-977E-4A41F7A1F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2</TotalTime>
  <Pages>1</Pages>
  <Words>70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Witkowska-Krzymowska Magdalena</cp:lastModifiedBy>
  <cp:revision>5</cp:revision>
  <dcterms:created xsi:type="dcterms:W3CDTF">2021-05-13T14:51:00Z</dcterms:created>
  <dcterms:modified xsi:type="dcterms:W3CDTF">2021-05-13T15:26:00Z</dcterms:modified>
</cp:coreProperties>
</file>